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7797">
        <w:rPr>
          <w:rFonts w:ascii="Arial" w:hAnsi="Arial" w:cs="Arial"/>
          <w:b/>
          <w:caps/>
          <w:sz w:val="28"/>
          <w:szCs w:val="28"/>
        </w:rPr>
        <w:t>821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12779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27797">
              <w:rPr>
                <w:rFonts w:ascii="Arial" w:hAnsi="Arial" w:cs="Arial"/>
                <w:sz w:val="20"/>
                <w:szCs w:val="20"/>
              </w:rPr>
              <w:t xml:space="preserve">estudos e </w:t>
            </w:r>
            <w:r w:rsidR="00842BD4" w:rsidRPr="00842BD4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127797">
              <w:rPr>
                <w:rFonts w:ascii="Arial" w:hAnsi="Arial" w:cs="Arial"/>
                <w:sz w:val="20"/>
                <w:szCs w:val="20"/>
              </w:rPr>
              <w:t>colocação de redutor de velocidade defronte da EMEI Afonsino Vilhena da Silva, localizada na Rua Santo Ivo, nº 338,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07302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E34C5E" w:rsidRPr="00E34C5E">
        <w:rPr>
          <w:rFonts w:ascii="Arial" w:hAnsi="Arial" w:cs="Arial"/>
        </w:rPr>
        <w:t>colocação de redutor de velocidade defronte da EMEI Afonsino Vilhena da Silva, localizada na Rua Santo Ivo, nº 338, no Bairro Cidade Salvador</w:t>
      </w:r>
      <w:r w:rsidR="00BF184D">
        <w:rPr>
          <w:rFonts w:ascii="Arial" w:hAnsi="Arial" w:cs="Arial"/>
        </w:rPr>
        <w:t>.</w:t>
      </w:r>
    </w:p>
    <w:p w:rsidR="00E34C5E" w:rsidRDefault="00AB06C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06C0">
        <w:rPr>
          <w:rFonts w:ascii="Arial" w:hAnsi="Arial" w:cs="Arial"/>
        </w:rPr>
        <w:t xml:space="preserve">De acordo com </w:t>
      </w:r>
      <w:r>
        <w:rPr>
          <w:rFonts w:ascii="Arial" w:hAnsi="Arial" w:cs="Arial"/>
        </w:rPr>
        <w:t xml:space="preserve">os </w:t>
      </w:r>
      <w:r w:rsidRPr="00AB06C0">
        <w:rPr>
          <w:rFonts w:ascii="Arial" w:hAnsi="Arial" w:cs="Arial"/>
        </w:rPr>
        <w:t>relatos dos munícipes e fotos a</w:t>
      </w:r>
      <w:r>
        <w:rPr>
          <w:rFonts w:ascii="Arial" w:hAnsi="Arial" w:cs="Arial"/>
        </w:rPr>
        <w:t>nexas</w:t>
      </w:r>
      <w:r w:rsidRPr="00AB06C0">
        <w:rPr>
          <w:rFonts w:ascii="Arial" w:hAnsi="Arial" w:cs="Arial"/>
        </w:rPr>
        <w:t>, os motoristas trafegam na referida via em alta velocidade</w:t>
      </w:r>
      <w:r w:rsidR="00C23E9F">
        <w:rPr>
          <w:rFonts w:ascii="Arial" w:hAnsi="Arial" w:cs="Arial"/>
        </w:rPr>
        <w:t xml:space="preserve"> e d</w:t>
      </w:r>
      <w:r w:rsidRPr="00AB06C0">
        <w:rPr>
          <w:rFonts w:ascii="Arial" w:hAnsi="Arial" w:cs="Arial"/>
        </w:rPr>
        <w:t>iante do alto risco de atropelamento</w:t>
      </w:r>
      <w:r w:rsidR="00EA35E8">
        <w:rPr>
          <w:rFonts w:ascii="Arial" w:hAnsi="Arial" w:cs="Arial"/>
        </w:rPr>
        <w:t>s</w:t>
      </w:r>
      <w:r w:rsidRPr="00AB06C0">
        <w:rPr>
          <w:rFonts w:ascii="Arial" w:hAnsi="Arial" w:cs="Arial"/>
        </w:rPr>
        <w:t>, solicitamos que seja dada uma atenção especial</w:t>
      </w:r>
      <w:r w:rsidR="00EA35E8">
        <w:rPr>
          <w:rFonts w:ascii="Arial" w:hAnsi="Arial" w:cs="Arial"/>
        </w:rPr>
        <w:t xml:space="preserve"> para esse pedido</w:t>
      </w:r>
      <w:r w:rsidRPr="00AB06C0">
        <w:rPr>
          <w:rFonts w:ascii="Arial" w:hAnsi="Arial" w:cs="Arial"/>
        </w:rPr>
        <w:t xml:space="preserve">, visto </w:t>
      </w:r>
      <w:r w:rsidR="00EA35E8">
        <w:rPr>
          <w:rFonts w:ascii="Arial" w:hAnsi="Arial" w:cs="Arial"/>
        </w:rPr>
        <w:t xml:space="preserve">ainda </w:t>
      </w:r>
      <w:r w:rsidRPr="00AB06C0">
        <w:rPr>
          <w:rFonts w:ascii="Arial" w:hAnsi="Arial" w:cs="Arial"/>
        </w:rPr>
        <w:t>que se trata de área escolar</w:t>
      </w:r>
      <w:r>
        <w:rPr>
          <w:rFonts w:ascii="Arial" w:hAnsi="Arial" w:cs="Arial"/>
        </w:rPr>
        <w:t>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114B8">
        <w:rPr>
          <w:rFonts w:ascii="Arial" w:hAnsi="Arial" w:cs="Arial"/>
        </w:rPr>
        <w:t>2</w:t>
      </w:r>
      <w:r w:rsidR="00E34C5E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6F27BF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A61B3F" w:rsidRDefault="00A61B3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61B3F" w:rsidRPr="00F527F0" w:rsidRDefault="00F527F0" w:rsidP="00130B2C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51AE3C5" wp14:editId="50367872">
            <wp:extent cx="3502800" cy="2628000"/>
            <wp:effectExtent l="0" t="0" r="2540" b="1270"/>
            <wp:docPr id="4" name="Imagem 4" descr="X:\FOTOS\Fotos Parafuso 26.03.18\Local 1\2018-03-26-PHOTO-00000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X:\FOTOS\Fotos Parafuso 26.03.18\Local 1\2018-03-26-PHOTO-0000080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3F" w:rsidRPr="00F527F0" w:rsidRDefault="00A61B3F" w:rsidP="00130B2C">
      <w:pPr>
        <w:jc w:val="center"/>
        <w:rPr>
          <w:rFonts w:ascii="Arial" w:hAnsi="Arial" w:cs="Arial"/>
          <w:sz w:val="20"/>
          <w:szCs w:val="20"/>
        </w:rPr>
      </w:pPr>
    </w:p>
    <w:p w:rsidR="00A61B3F" w:rsidRPr="00F527F0" w:rsidRDefault="00F527F0" w:rsidP="00130B2C">
      <w:pPr>
        <w:jc w:val="center"/>
        <w:rPr>
          <w:rFonts w:ascii="Arial" w:hAnsi="Arial" w:cs="Arial"/>
          <w:sz w:val="20"/>
          <w:szCs w:val="20"/>
        </w:rPr>
      </w:pPr>
      <w:r w:rsidRPr="00F527F0">
        <w:rPr>
          <w:noProof/>
          <w:sz w:val="20"/>
          <w:szCs w:val="20"/>
        </w:rPr>
        <w:drawing>
          <wp:inline distT="0" distB="0" distL="0" distR="0" wp14:anchorId="6469C6BA" wp14:editId="2D9AED2E">
            <wp:extent cx="3502800" cy="2628000"/>
            <wp:effectExtent l="0" t="0" r="2540" b="1270"/>
            <wp:docPr id="3" name="Imagem 3" descr="X:\FOTOS\Fotos Parafuso 26.03.18\Local 1\2018-03-26-PHOTO-00000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X:\FOTOS\Fotos Parafuso 26.03.18\Local 1\2018-03-26-PHOTO-000008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3F" w:rsidRPr="00F527F0" w:rsidRDefault="00A61B3F" w:rsidP="00130B2C">
      <w:pPr>
        <w:jc w:val="center"/>
        <w:rPr>
          <w:rFonts w:ascii="Arial" w:hAnsi="Arial" w:cs="Arial"/>
          <w:sz w:val="20"/>
          <w:szCs w:val="20"/>
        </w:rPr>
      </w:pPr>
    </w:p>
    <w:p w:rsidR="00F527F0" w:rsidRDefault="00F527F0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9BE92CB" wp14:editId="4A171B19">
            <wp:extent cx="3502800" cy="2628000"/>
            <wp:effectExtent l="0" t="0" r="2540" b="1270"/>
            <wp:docPr id="5" name="Imagem 5" descr="X:\FOTOS\Fotos Parafuso 26.03.18\Local 1\2018-03-26-PHOTO-00000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X:\FOTOS\Fotos Parafuso 26.03.18\Local 1\2018-03-26-PHOTO-0000080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27F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B3C" w:rsidRDefault="004B7B3C">
      <w:r>
        <w:separator/>
      </w:r>
    </w:p>
  </w:endnote>
  <w:endnote w:type="continuationSeparator" w:id="0">
    <w:p w:rsidR="004B7B3C" w:rsidRDefault="004B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B3C" w:rsidRDefault="004B7B3C">
      <w:r>
        <w:separator/>
      </w:r>
    </w:p>
  </w:footnote>
  <w:footnote w:type="continuationSeparator" w:id="0">
    <w:p w:rsidR="004B7B3C" w:rsidRDefault="004B7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27F0">
      <w:rPr>
        <w:rFonts w:ascii="Arial" w:hAnsi="Arial" w:cs="Arial"/>
        <w:b/>
        <w:sz w:val="20"/>
        <w:szCs w:val="20"/>
        <w:u w:val="single"/>
      </w:rPr>
      <w:t>821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B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B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0B1A"/>
    <w:rsid w:val="00034A23"/>
    <w:rsid w:val="00041B15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0ECA"/>
    <w:rsid w:val="0018135A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242A"/>
    <w:rsid w:val="002D3D9E"/>
    <w:rsid w:val="002D7897"/>
    <w:rsid w:val="002E000C"/>
    <w:rsid w:val="002E0111"/>
    <w:rsid w:val="002E3CB0"/>
    <w:rsid w:val="002E5CAE"/>
    <w:rsid w:val="002F02DB"/>
    <w:rsid w:val="0030168E"/>
    <w:rsid w:val="00305E2B"/>
    <w:rsid w:val="0030701B"/>
    <w:rsid w:val="00311F37"/>
    <w:rsid w:val="00316353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26A89"/>
    <w:rsid w:val="00431857"/>
    <w:rsid w:val="0043444A"/>
    <w:rsid w:val="004354DC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1759"/>
    <w:rsid w:val="0051772A"/>
    <w:rsid w:val="00521BD1"/>
    <w:rsid w:val="005221BA"/>
    <w:rsid w:val="00524669"/>
    <w:rsid w:val="00524CD3"/>
    <w:rsid w:val="00530C9E"/>
    <w:rsid w:val="00533862"/>
    <w:rsid w:val="00551C41"/>
    <w:rsid w:val="00553D5A"/>
    <w:rsid w:val="00555A91"/>
    <w:rsid w:val="00564368"/>
    <w:rsid w:val="00565B6C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19BD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27BF"/>
    <w:rsid w:val="006F31FC"/>
    <w:rsid w:val="006F34DC"/>
    <w:rsid w:val="006F4E64"/>
    <w:rsid w:val="006F7B0A"/>
    <w:rsid w:val="00715F74"/>
    <w:rsid w:val="00722517"/>
    <w:rsid w:val="00722641"/>
    <w:rsid w:val="007258F8"/>
    <w:rsid w:val="00725E66"/>
    <w:rsid w:val="00727CDB"/>
    <w:rsid w:val="0073407F"/>
    <w:rsid w:val="007400ED"/>
    <w:rsid w:val="007407B3"/>
    <w:rsid w:val="00741970"/>
    <w:rsid w:val="007565B3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07302"/>
    <w:rsid w:val="00813335"/>
    <w:rsid w:val="00814EF4"/>
    <w:rsid w:val="00820C13"/>
    <w:rsid w:val="00833538"/>
    <w:rsid w:val="00833E7C"/>
    <w:rsid w:val="00842BD4"/>
    <w:rsid w:val="008474F2"/>
    <w:rsid w:val="00857BE9"/>
    <w:rsid w:val="00870972"/>
    <w:rsid w:val="008721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61B3F"/>
    <w:rsid w:val="00A83AE6"/>
    <w:rsid w:val="00A92740"/>
    <w:rsid w:val="00A92CB9"/>
    <w:rsid w:val="00A95105"/>
    <w:rsid w:val="00AA5EB3"/>
    <w:rsid w:val="00AB06C0"/>
    <w:rsid w:val="00AB7B5B"/>
    <w:rsid w:val="00AC1E89"/>
    <w:rsid w:val="00AC24F9"/>
    <w:rsid w:val="00AC712C"/>
    <w:rsid w:val="00AD6B47"/>
    <w:rsid w:val="00AD7125"/>
    <w:rsid w:val="00B06AA0"/>
    <w:rsid w:val="00B10E9F"/>
    <w:rsid w:val="00B114B8"/>
    <w:rsid w:val="00B37A3D"/>
    <w:rsid w:val="00B43B70"/>
    <w:rsid w:val="00B4723C"/>
    <w:rsid w:val="00B57E0F"/>
    <w:rsid w:val="00B61B39"/>
    <w:rsid w:val="00B70DDF"/>
    <w:rsid w:val="00B74271"/>
    <w:rsid w:val="00B74BBA"/>
    <w:rsid w:val="00B75CEF"/>
    <w:rsid w:val="00B81FF8"/>
    <w:rsid w:val="00BA0179"/>
    <w:rsid w:val="00BA1565"/>
    <w:rsid w:val="00BA15B3"/>
    <w:rsid w:val="00BA2AC7"/>
    <w:rsid w:val="00BB3146"/>
    <w:rsid w:val="00BB3F3E"/>
    <w:rsid w:val="00BB4E6F"/>
    <w:rsid w:val="00BB56B0"/>
    <w:rsid w:val="00BC44DF"/>
    <w:rsid w:val="00BC69DD"/>
    <w:rsid w:val="00BD02D7"/>
    <w:rsid w:val="00BD1F36"/>
    <w:rsid w:val="00BD2684"/>
    <w:rsid w:val="00BD2D1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2EAA"/>
    <w:rsid w:val="00C9387F"/>
    <w:rsid w:val="00CA4AE6"/>
    <w:rsid w:val="00CA712D"/>
    <w:rsid w:val="00CA759E"/>
    <w:rsid w:val="00CB0035"/>
    <w:rsid w:val="00CB2BAB"/>
    <w:rsid w:val="00CC0F1F"/>
    <w:rsid w:val="00CC396B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6F25"/>
    <w:rsid w:val="00DE50DD"/>
    <w:rsid w:val="00DF7E14"/>
    <w:rsid w:val="00E021AB"/>
    <w:rsid w:val="00E0249F"/>
    <w:rsid w:val="00E07978"/>
    <w:rsid w:val="00E11F92"/>
    <w:rsid w:val="00E12ECD"/>
    <w:rsid w:val="00E14F37"/>
    <w:rsid w:val="00E27686"/>
    <w:rsid w:val="00E3022D"/>
    <w:rsid w:val="00E34C5E"/>
    <w:rsid w:val="00E42973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A35E8"/>
    <w:rsid w:val="00EB04D6"/>
    <w:rsid w:val="00EC2550"/>
    <w:rsid w:val="00EC4CB0"/>
    <w:rsid w:val="00ED2065"/>
    <w:rsid w:val="00EE7D7E"/>
    <w:rsid w:val="00EE7E24"/>
    <w:rsid w:val="00EF25D7"/>
    <w:rsid w:val="00EF3448"/>
    <w:rsid w:val="00EF79AC"/>
    <w:rsid w:val="00F1692A"/>
    <w:rsid w:val="00F27895"/>
    <w:rsid w:val="00F420E5"/>
    <w:rsid w:val="00F5150F"/>
    <w:rsid w:val="00F527F0"/>
    <w:rsid w:val="00F60D16"/>
    <w:rsid w:val="00F65C85"/>
    <w:rsid w:val="00F66D6C"/>
    <w:rsid w:val="00F67E53"/>
    <w:rsid w:val="00F730E7"/>
    <w:rsid w:val="00F73DA3"/>
    <w:rsid w:val="00F7692B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0F597-BEA7-4B86-8AC5-4D3542C3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2017-07-24T14:27:00Z</cp:lastPrinted>
  <dcterms:created xsi:type="dcterms:W3CDTF">2018-03-27T13:00:00Z</dcterms:created>
  <dcterms:modified xsi:type="dcterms:W3CDTF">2018-03-27T13:14:00Z</dcterms:modified>
</cp:coreProperties>
</file>